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FC5" w:rsidRDefault="00391FC5" w:rsidP="00466F7F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391FC5" w:rsidRPr="00A058AD" w:rsidRDefault="00391FC5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391FC5" w:rsidRPr="00A058AD" w:rsidRDefault="00391FC5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91FC5" w:rsidRPr="00190D6E" w:rsidRDefault="00391FC5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391FC5" w:rsidRPr="00AB71A8" w:rsidRDefault="00391FC5" w:rsidP="007118F0">
      <w:pPr>
        <w:spacing w:after="0"/>
        <w:rPr>
          <w:rFonts w:ascii="Arial" w:hAnsi="Arial" w:cs="Arial"/>
          <w:b/>
          <w:bCs/>
        </w:rPr>
      </w:pPr>
    </w:p>
    <w:p w:rsidR="00391FC5" w:rsidRDefault="00391FC5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391FC5" w:rsidRPr="00A058AD" w:rsidRDefault="00391FC5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391FC5" w:rsidRPr="00A058AD" w:rsidRDefault="00391FC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91FC5" w:rsidRPr="00A058AD" w:rsidRDefault="00391FC5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391FC5" w:rsidRPr="003D272A" w:rsidRDefault="00391FC5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91FC5" w:rsidRPr="00A058AD" w:rsidRDefault="00391FC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91FC5" w:rsidRPr="00A058AD" w:rsidRDefault="00391FC5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391FC5" w:rsidRDefault="00391FC5" w:rsidP="00C4103F">
      <w:pPr>
        <w:rPr>
          <w:rFonts w:ascii="Arial" w:hAnsi="Arial" w:cs="Arial"/>
        </w:rPr>
      </w:pPr>
    </w:p>
    <w:p w:rsidR="00391FC5" w:rsidRPr="009375EB" w:rsidRDefault="00391FC5" w:rsidP="00C4103F">
      <w:pPr>
        <w:rPr>
          <w:rFonts w:ascii="Arial" w:hAnsi="Arial" w:cs="Arial"/>
        </w:rPr>
      </w:pPr>
    </w:p>
    <w:p w:rsidR="00391FC5" w:rsidRPr="00EA74CD" w:rsidRDefault="00391FC5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391FC5" w:rsidRPr="005319CA" w:rsidRDefault="00391FC5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391FC5" w:rsidRPr="005319CA" w:rsidRDefault="00391FC5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391FC5" w:rsidRPr="00BF1F3F" w:rsidRDefault="00391FC5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391FC5" w:rsidRDefault="00391FC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91FC5" w:rsidRPr="001448FB" w:rsidRDefault="00391FC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91FC5" w:rsidRDefault="00391FC5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iCs/>
          <w:sz w:val="16"/>
          <w:szCs w:val="16"/>
        </w:rPr>
        <w:t>(nazwa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iCs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prowadzonego przez ………………….……….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iCs/>
          <w:sz w:val="16"/>
          <w:szCs w:val="16"/>
        </w:rPr>
        <w:t>(oznaczenie zamawiającego),</w:t>
      </w:r>
      <w:r w:rsidRPr="008E3274">
        <w:rPr>
          <w:rFonts w:ascii="Arial" w:hAnsi="Arial" w:cs="Arial"/>
          <w:i/>
          <w:iCs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391FC5" w:rsidRPr="00CC6896" w:rsidRDefault="00391FC5" w:rsidP="004C43B8">
      <w:pPr>
        <w:spacing w:after="0" w:line="360" w:lineRule="auto"/>
        <w:jc w:val="both"/>
        <w:rPr>
          <w:rFonts w:ascii="Arial" w:hAnsi="Arial" w:cs="Arial"/>
        </w:rPr>
      </w:pPr>
    </w:p>
    <w:p w:rsidR="00391FC5" w:rsidRPr="001448FB" w:rsidRDefault="00391FC5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391FC5" w:rsidRDefault="00391FC5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391FC5" w:rsidRPr="004B00A9" w:rsidRDefault="00391FC5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:rsidR="00391FC5" w:rsidRPr="003E1710" w:rsidRDefault="00391FC5" w:rsidP="002E70D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 xml:space="preserve">pkt 1 i 8 </w:t>
      </w:r>
      <w:r w:rsidRPr="004B00A9">
        <w:rPr>
          <w:rFonts w:ascii="Arial" w:hAnsi="Arial" w:cs="Arial"/>
          <w:sz w:val="21"/>
          <w:szCs w:val="21"/>
        </w:rPr>
        <w:t>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391FC5" w:rsidRPr="003E1710" w:rsidRDefault="00391FC5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391FC5" w:rsidRPr="003E1710" w:rsidRDefault="00391FC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391FC5" w:rsidRPr="003E1710" w:rsidRDefault="00391FC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91FC5" w:rsidRPr="003E1710" w:rsidRDefault="00391FC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91FC5" w:rsidRPr="00190D6E" w:rsidRDefault="00391FC5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391FC5" w:rsidRPr="00307A36" w:rsidRDefault="00391FC5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391FC5" w:rsidRDefault="00391FC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391FC5" w:rsidRPr="00A56074" w:rsidRDefault="00391FC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1FC5" w:rsidRPr="000F2452" w:rsidRDefault="00391FC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91FC5" w:rsidRPr="000F2452" w:rsidRDefault="00391FC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391FC5" w:rsidRPr="000F2452" w:rsidRDefault="00391FC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91FC5" w:rsidRPr="000F2452" w:rsidRDefault="00391FC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91FC5" w:rsidRPr="000F2452" w:rsidRDefault="00391FC5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391FC5" w:rsidRPr="009375EB" w:rsidRDefault="00391FC5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391FC5" w:rsidRPr="003C58F8" w:rsidRDefault="00391FC5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391FC5" w:rsidRPr="009375EB" w:rsidRDefault="00391FC5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391FC5" w:rsidRPr="00B80D0E" w:rsidRDefault="00391FC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którego/ych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  <w:bookmarkStart w:id="0" w:name="_GoBack"/>
      <w:bookmarkEnd w:id="0"/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391FC5" w:rsidRPr="005A73FB" w:rsidRDefault="00391FC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91FC5" w:rsidRPr="005A73FB" w:rsidRDefault="00391FC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391FC5" w:rsidRPr="005A73FB" w:rsidRDefault="00391FC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91FC5" w:rsidRPr="005A73FB" w:rsidRDefault="00391FC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91FC5" w:rsidRPr="008560CF" w:rsidRDefault="00391FC5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391FC5" w:rsidRPr="009375EB" w:rsidRDefault="00391FC5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391FC5" w:rsidRPr="002C42F8" w:rsidRDefault="00391FC5" w:rsidP="00EE7725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iCs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iCs/>
          <w:sz w:val="16"/>
          <w:szCs w:val="16"/>
        </w:rPr>
        <w:t xml:space="preserve"> Pzp]</w:t>
      </w:r>
    </w:p>
    <w:p w:rsidR="00391FC5" w:rsidRPr="00D47D38" w:rsidRDefault="00391FC5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47D38">
        <w:rPr>
          <w:rFonts w:ascii="Arial" w:hAnsi="Arial" w:cs="Arial"/>
          <w:b/>
          <w:bCs/>
          <w:sz w:val="21"/>
          <w:szCs w:val="21"/>
        </w:rPr>
        <w:t>OŚWIADCZENIE DOTYCZĄCE PODW</w:t>
      </w:r>
      <w:r>
        <w:rPr>
          <w:rFonts w:ascii="Arial" w:hAnsi="Arial" w:cs="Arial"/>
          <w:b/>
          <w:bCs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bCs/>
          <w:sz w:val="21"/>
          <w:szCs w:val="21"/>
        </w:rPr>
        <w:t>NA</w:t>
      </w:r>
      <w:r w:rsidRPr="00CE6400">
        <w:rPr>
          <w:rFonts w:ascii="Arial" w:hAnsi="Arial" w:cs="Arial"/>
          <w:b/>
          <w:bCs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bCs/>
          <w:sz w:val="21"/>
          <w:szCs w:val="21"/>
        </w:rPr>
        <w:t>KTÓREGO ZASOBY POWOŁUJE SIĘ WYKONAWCA:</w:t>
      </w:r>
    </w:p>
    <w:p w:rsidR="00391FC5" w:rsidRPr="009375EB" w:rsidRDefault="00391FC5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391FC5" w:rsidRPr="00B80D0E" w:rsidRDefault="00391FC5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193E01">
        <w:rPr>
          <w:rFonts w:ascii="Arial" w:hAnsi="Arial" w:cs="Arial"/>
          <w:sz w:val="21"/>
          <w:szCs w:val="21"/>
        </w:rPr>
        <w:t xml:space="preserve"> podwykonawcą/ami: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391FC5" w:rsidRPr="000817F4" w:rsidRDefault="00391FC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91FC5" w:rsidRPr="000817F4" w:rsidRDefault="00391FC5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iCs/>
          <w:sz w:val="16"/>
          <w:szCs w:val="16"/>
        </w:rPr>
        <w:t>(miejscowość),</w:t>
      </w:r>
      <w:r w:rsidRPr="000817F4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391FC5" w:rsidRPr="000817F4" w:rsidRDefault="00391FC5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91FC5" w:rsidRPr="000817F4" w:rsidRDefault="00391FC5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91FC5" w:rsidRPr="001F4C82" w:rsidRDefault="00391FC5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p w:rsidR="00391FC5" w:rsidRDefault="00391FC5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391FC5" w:rsidRPr="009375EB" w:rsidRDefault="00391FC5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391FC5" w:rsidRPr="001D3A19" w:rsidRDefault="00391FC5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391FC5" w:rsidRPr="009375EB" w:rsidRDefault="00391FC5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391FC5" w:rsidRPr="00193E01" w:rsidRDefault="00391FC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91FC5" w:rsidRDefault="00391FC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91FC5" w:rsidRPr="001F4C82" w:rsidRDefault="00391FC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91FC5" w:rsidRPr="001F4C82" w:rsidRDefault="00391FC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391FC5" w:rsidRPr="001F4C82" w:rsidRDefault="00391FC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91FC5" w:rsidRPr="001F4C82" w:rsidRDefault="00391FC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91FC5" w:rsidRPr="00C00C2E" w:rsidRDefault="00391FC5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391FC5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FC5" w:rsidRDefault="00391FC5" w:rsidP="0038231F">
      <w:pPr>
        <w:spacing w:after="0" w:line="240" w:lineRule="auto"/>
      </w:pPr>
      <w:r>
        <w:separator/>
      </w:r>
    </w:p>
  </w:endnote>
  <w:endnote w:type="continuationSeparator" w:id="0">
    <w:p w:rsidR="00391FC5" w:rsidRDefault="00391F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FC5" w:rsidRPr="0027560C" w:rsidRDefault="00391FC5">
    <w:pPr>
      <w:pStyle w:val="Footer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:rsidR="00391FC5" w:rsidRDefault="00391FC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FC5" w:rsidRDefault="00391FC5" w:rsidP="0038231F">
      <w:pPr>
        <w:spacing w:after="0" w:line="240" w:lineRule="auto"/>
      </w:pPr>
      <w:r>
        <w:separator/>
      </w:r>
    </w:p>
  </w:footnote>
  <w:footnote w:type="continuationSeparator" w:id="0">
    <w:p w:rsidR="00391FC5" w:rsidRDefault="00391FC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482E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18B4"/>
    <w:rsid w:val="0025263C"/>
    <w:rsid w:val="0025358A"/>
    <w:rsid w:val="00255142"/>
    <w:rsid w:val="00265CAE"/>
    <w:rsid w:val="00267089"/>
    <w:rsid w:val="0027560C"/>
    <w:rsid w:val="00287BCD"/>
    <w:rsid w:val="002C42F8"/>
    <w:rsid w:val="002C4948"/>
    <w:rsid w:val="002E641A"/>
    <w:rsid w:val="002E70DE"/>
    <w:rsid w:val="00300674"/>
    <w:rsid w:val="00304292"/>
    <w:rsid w:val="00307A36"/>
    <w:rsid w:val="00313911"/>
    <w:rsid w:val="003178CE"/>
    <w:rsid w:val="003416FE"/>
    <w:rsid w:val="0034230E"/>
    <w:rsid w:val="00361488"/>
    <w:rsid w:val="003636E7"/>
    <w:rsid w:val="00366A2E"/>
    <w:rsid w:val="003761EA"/>
    <w:rsid w:val="0038231F"/>
    <w:rsid w:val="00391FC5"/>
    <w:rsid w:val="00392EC7"/>
    <w:rsid w:val="003B214C"/>
    <w:rsid w:val="003B295A"/>
    <w:rsid w:val="003B2CD3"/>
    <w:rsid w:val="003B690E"/>
    <w:rsid w:val="003C3B64"/>
    <w:rsid w:val="003C4E34"/>
    <w:rsid w:val="003C58F8"/>
    <w:rsid w:val="003D272A"/>
    <w:rsid w:val="003D7458"/>
    <w:rsid w:val="003E1710"/>
    <w:rsid w:val="003E7324"/>
    <w:rsid w:val="003F024C"/>
    <w:rsid w:val="003F0F5D"/>
    <w:rsid w:val="00434CC2"/>
    <w:rsid w:val="00466838"/>
    <w:rsid w:val="00466F7F"/>
    <w:rsid w:val="004761C6"/>
    <w:rsid w:val="00484F88"/>
    <w:rsid w:val="004B00A9"/>
    <w:rsid w:val="004C3D8B"/>
    <w:rsid w:val="004C43B8"/>
    <w:rsid w:val="004E346B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D0E20"/>
    <w:rsid w:val="005E176A"/>
    <w:rsid w:val="006440B0"/>
    <w:rsid w:val="0064500B"/>
    <w:rsid w:val="00661B3E"/>
    <w:rsid w:val="006712E3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A1E74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B5F93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1EB0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A5257"/>
    <w:rsid w:val="00BB7688"/>
    <w:rsid w:val="00BD06C3"/>
    <w:rsid w:val="00BF1F3F"/>
    <w:rsid w:val="00C00C2E"/>
    <w:rsid w:val="00C02346"/>
    <w:rsid w:val="00C12373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2F20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1988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373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"/>
    <w:uiPriority w:val="99"/>
    <w:rsid w:val="00466F7F"/>
    <w:pPr>
      <w:spacing w:after="0" w:line="240" w:lineRule="auto"/>
    </w:pPr>
    <w:rPr>
      <w:rFonts w:ascii="Arial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3</Pages>
  <Words>443</Words>
  <Characters>2664</Characters>
  <Application>Microsoft Office Outlook</Application>
  <DocSecurity>0</DocSecurity>
  <Lines>0</Lines>
  <Paragraphs>0</Paragraphs>
  <ScaleCrop>false</ScaleCrop>
  <Company>ZDM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Joanna</cp:lastModifiedBy>
  <cp:revision>7</cp:revision>
  <cp:lastPrinted>2016-07-26T08:32:00Z</cp:lastPrinted>
  <dcterms:created xsi:type="dcterms:W3CDTF">2016-08-09T15:03:00Z</dcterms:created>
  <dcterms:modified xsi:type="dcterms:W3CDTF">2017-09-01T06:44:00Z</dcterms:modified>
</cp:coreProperties>
</file>