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EA" w:rsidRDefault="009675EA" w:rsidP="00466F7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675EA" w:rsidRPr="00A058AD" w:rsidRDefault="009675EA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9675EA" w:rsidRPr="00A058AD" w:rsidRDefault="009675EA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75EA" w:rsidRPr="00190D6E" w:rsidRDefault="009675EA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9675EA" w:rsidRPr="00AB71A8" w:rsidRDefault="009675EA" w:rsidP="007118F0">
      <w:pPr>
        <w:spacing w:after="0"/>
        <w:rPr>
          <w:rFonts w:ascii="Arial" w:hAnsi="Arial" w:cs="Arial"/>
          <w:b/>
          <w:bCs/>
        </w:rPr>
      </w:pPr>
    </w:p>
    <w:p w:rsidR="009675EA" w:rsidRDefault="009675E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675EA" w:rsidRPr="00A058AD" w:rsidRDefault="009675E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9675EA" w:rsidRPr="00A058AD" w:rsidRDefault="009675E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75EA" w:rsidRPr="00A058AD" w:rsidRDefault="009675E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675EA" w:rsidRPr="003D272A" w:rsidRDefault="009675E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75EA" w:rsidRPr="00A058AD" w:rsidRDefault="009675E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75EA" w:rsidRPr="00A058AD" w:rsidRDefault="009675E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9675EA" w:rsidRDefault="009675EA" w:rsidP="00C4103F">
      <w:pPr>
        <w:rPr>
          <w:rFonts w:ascii="Arial" w:hAnsi="Arial" w:cs="Arial"/>
        </w:rPr>
      </w:pPr>
    </w:p>
    <w:p w:rsidR="009675EA" w:rsidRPr="009375EB" w:rsidRDefault="009675EA" w:rsidP="00C4103F">
      <w:pPr>
        <w:rPr>
          <w:rFonts w:ascii="Arial" w:hAnsi="Arial" w:cs="Arial"/>
        </w:rPr>
      </w:pPr>
    </w:p>
    <w:p w:rsidR="009675EA" w:rsidRPr="00EA74CD" w:rsidRDefault="009675E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675EA" w:rsidRPr="005319CA" w:rsidRDefault="009675E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9675EA" w:rsidRPr="005319CA" w:rsidRDefault="009675E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9675EA" w:rsidRPr="00BF1F3F" w:rsidRDefault="009675E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9675EA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675EA" w:rsidRPr="001448FB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675EA" w:rsidRDefault="009675EA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9675EA" w:rsidRPr="00CC6896" w:rsidRDefault="009675EA" w:rsidP="004C43B8">
      <w:pPr>
        <w:spacing w:after="0" w:line="360" w:lineRule="auto"/>
        <w:jc w:val="both"/>
        <w:rPr>
          <w:rFonts w:ascii="Arial" w:hAnsi="Arial" w:cs="Arial"/>
        </w:rPr>
      </w:pPr>
    </w:p>
    <w:p w:rsidR="009675EA" w:rsidRPr="001448FB" w:rsidRDefault="009675E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9675EA" w:rsidRDefault="009675EA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9675EA" w:rsidRPr="004B00A9" w:rsidRDefault="009675EA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9675EA" w:rsidRPr="003E1710" w:rsidRDefault="009675EA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9675EA" w:rsidRPr="003E1710" w:rsidRDefault="009675E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9675EA" w:rsidRPr="003E1710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675EA" w:rsidRPr="003E1710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3E1710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75EA" w:rsidRPr="00190D6E" w:rsidRDefault="009675E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675EA" w:rsidRPr="00307A36" w:rsidRDefault="009675E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9675EA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675EA" w:rsidRPr="00A56074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75EA" w:rsidRPr="000F2452" w:rsidRDefault="009675E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0F2452" w:rsidRDefault="009675E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9675EA" w:rsidRPr="000F2452" w:rsidRDefault="009675E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0F2452" w:rsidRDefault="009675E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75EA" w:rsidRPr="000F2452" w:rsidRDefault="009675E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9675EA" w:rsidRPr="009375EB" w:rsidRDefault="009675E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675EA" w:rsidRPr="003C58F8" w:rsidRDefault="009675E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9675EA" w:rsidRPr="009375EB" w:rsidRDefault="009675E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75EA" w:rsidRPr="00B80D0E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9675EA" w:rsidRPr="005A73FB" w:rsidRDefault="009675E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5A73FB" w:rsidRDefault="009675E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9675EA" w:rsidRPr="005A73FB" w:rsidRDefault="009675E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5A73FB" w:rsidRDefault="009675E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75EA" w:rsidRPr="008560CF" w:rsidRDefault="009675EA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9675EA" w:rsidRPr="009375EB" w:rsidRDefault="009675E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75EA" w:rsidRPr="002C42F8" w:rsidRDefault="009675EA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9675EA" w:rsidRPr="00D47D38" w:rsidRDefault="009675E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9675EA" w:rsidRPr="009375EB" w:rsidRDefault="009675E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75EA" w:rsidRPr="00B80D0E" w:rsidRDefault="009675E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9675EA" w:rsidRPr="000817F4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0817F4" w:rsidRDefault="009675EA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675EA" w:rsidRPr="000817F4" w:rsidRDefault="009675EA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0817F4" w:rsidRDefault="009675EA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75EA" w:rsidRPr="001F4C82" w:rsidRDefault="009675E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9675EA" w:rsidRDefault="009675E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675EA" w:rsidRPr="009375EB" w:rsidRDefault="009675E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675EA" w:rsidRPr="001D3A19" w:rsidRDefault="009675E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675EA" w:rsidRPr="009375EB" w:rsidRDefault="009675E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75EA" w:rsidRPr="00193E01" w:rsidRDefault="009675E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675EA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1F4C82" w:rsidRDefault="009675E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1F4C82" w:rsidRDefault="009675E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9675EA" w:rsidRPr="001F4C82" w:rsidRDefault="009675E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75EA" w:rsidRPr="001F4C82" w:rsidRDefault="009675E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75EA" w:rsidRPr="00C00C2E" w:rsidRDefault="009675E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9675E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5EA" w:rsidRDefault="009675EA" w:rsidP="0038231F">
      <w:pPr>
        <w:spacing w:after="0" w:line="240" w:lineRule="auto"/>
      </w:pPr>
      <w:r>
        <w:separator/>
      </w:r>
    </w:p>
  </w:endnote>
  <w:endnote w:type="continuationSeparator" w:id="0">
    <w:p w:rsidR="009675EA" w:rsidRDefault="00967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EA" w:rsidRPr="0027560C" w:rsidRDefault="009675EA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9675EA" w:rsidRDefault="009675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5EA" w:rsidRDefault="009675EA" w:rsidP="0038231F">
      <w:pPr>
        <w:spacing w:after="0" w:line="240" w:lineRule="auto"/>
      </w:pPr>
      <w:r>
        <w:separator/>
      </w:r>
    </w:p>
  </w:footnote>
  <w:footnote w:type="continuationSeparator" w:id="0">
    <w:p w:rsidR="009675EA" w:rsidRDefault="009675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82E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8B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1488"/>
    <w:rsid w:val="003636E7"/>
    <w:rsid w:val="00366A2E"/>
    <w:rsid w:val="003761EA"/>
    <w:rsid w:val="0038231F"/>
    <w:rsid w:val="00392EC7"/>
    <w:rsid w:val="003B214C"/>
    <w:rsid w:val="003B295A"/>
    <w:rsid w:val="003B2CD3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434CC2"/>
    <w:rsid w:val="00466838"/>
    <w:rsid w:val="00466F7F"/>
    <w:rsid w:val="004761C6"/>
    <w:rsid w:val="00484F88"/>
    <w:rsid w:val="004B00A9"/>
    <w:rsid w:val="004C3D8B"/>
    <w:rsid w:val="004C43B8"/>
    <w:rsid w:val="004E346B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0E20"/>
    <w:rsid w:val="005E176A"/>
    <w:rsid w:val="006440B0"/>
    <w:rsid w:val="0064500B"/>
    <w:rsid w:val="00661B3E"/>
    <w:rsid w:val="006712E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77670"/>
    <w:rsid w:val="00885FA2"/>
    <w:rsid w:val="00892E48"/>
    <w:rsid w:val="008A5BE7"/>
    <w:rsid w:val="008B5F9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75E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7688"/>
    <w:rsid w:val="00BD06C3"/>
    <w:rsid w:val="00BF1F3F"/>
    <w:rsid w:val="00C00C2E"/>
    <w:rsid w:val="00C02346"/>
    <w:rsid w:val="00C06CCD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2F98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443</Words>
  <Characters>2664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7</cp:revision>
  <cp:lastPrinted>2017-10-09T05:49:00Z</cp:lastPrinted>
  <dcterms:created xsi:type="dcterms:W3CDTF">2016-08-09T15:03:00Z</dcterms:created>
  <dcterms:modified xsi:type="dcterms:W3CDTF">2017-10-09T05:49:00Z</dcterms:modified>
</cp:coreProperties>
</file>